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23FD5" w14:textId="3AF1F884" w:rsidR="00CC03BA" w:rsidRPr="00E0470E" w:rsidRDefault="00B54E9B" w:rsidP="00E0470E">
      <w:pPr>
        <w:pStyle w:val="Heading1"/>
      </w:pPr>
      <w:r w:rsidRPr="00E0470E">
        <w:t>Carbon for Water Treatment</w:t>
      </w:r>
      <w:r w:rsidR="00E0470E" w:rsidRPr="00E0470E">
        <w:t>: Experiment Instructions</w:t>
      </w:r>
    </w:p>
    <w:p w14:paraId="696ADDE9" w14:textId="43D02EC0" w:rsidR="00641F9A" w:rsidRPr="00BB1703" w:rsidRDefault="00641F9A" w:rsidP="00284B07">
      <w:pPr>
        <w:jc w:val="both"/>
        <w:rPr>
          <w:rFonts w:ascii="Arial" w:hAnsi="Arial" w:cs="Arial"/>
        </w:rPr>
      </w:pPr>
    </w:p>
    <w:p w14:paraId="26511E82" w14:textId="7EB744E3" w:rsidR="00641F9A" w:rsidRPr="00E0470E" w:rsidRDefault="00E0470E" w:rsidP="00E0470E">
      <w:pPr>
        <w:pStyle w:val="Heading2"/>
      </w:pPr>
      <w:r w:rsidRPr="00E0470E">
        <w:t>Aim</w:t>
      </w:r>
    </w:p>
    <w:p w14:paraId="3DA9C68A" w14:textId="1A105057" w:rsidR="00641F9A" w:rsidRPr="009362E6" w:rsidRDefault="00641F9A" w:rsidP="00665C38">
      <w:pPr>
        <w:rPr>
          <w:rFonts w:ascii="Arial" w:hAnsi="Arial" w:cs="Arial"/>
          <w:sz w:val="24"/>
        </w:rPr>
      </w:pPr>
      <w:r w:rsidRPr="009362E6">
        <w:rPr>
          <w:rFonts w:ascii="Arial" w:hAnsi="Arial" w:cs="Arial"/>
          <w:sz w:val="24"/>
        </w:rPr>
        <w:t>To see whether activated carbon or charcoal are better at removing </w:t>
      </w:r>
      <w:r w:rsidR="00032A54" w:rsidRPr="009362E6">
        <w:rPr>
          <w:rFonts w:ascii="Arial" w:hAnsi="Arial" w:cs="Arial"/>
          <w:sz w:val="24"/>
        </w:rPr>
        <w:t xml:space="preserve">fragrance </w:t>
      </w:r>
      <w:r w:rsidRPr="009362E6">
        <w:rPr>
          <w:rFonts w:ascii="Arial" w:hAnsi="Arial" w:cs="Arial"/>
          <w:sz w:val="24"/>
        </w:rPr>
        <w:t>molecules from water</w:t>
      </w:r>
      <w:r w:rsidR="00BB1703" w:rsidRPr="009362E6">
        <w:rPr>
          <w:rFonts w:ascii="Arial" w:hAnsi="Arial" w:cs="Arial"/>
          <w:sz w:val="24"/>
        </w:rPr>
        <w:t>.</w:t>
      </w:r>
    </w:p>
    <w:p w14:paraId="61A49526" w14:textId="52679095" w:rsidR="00665C38" w:rsidRDefault="00665C38" w:rsidP="00665C38">
      <w:pPr>
        <w:rPr>
          <w:rFonts w:ascii="Arial" w:hAnsi="Arial" w:cs="Arial"/>
        </w:rPr>
      </w:pPr>
    </w:p>
    <w:p w14:paraId="6A2281DD" w14:textId="624D8E9D" w:rsidR="009362E6" w:rsidRPr="009362E6" w:rsidRDefault="009362E6" w:rsidP="009362E6">
      <w:pPr>
        <w:jc w:val="center"/>
        <w:rPr>
          <w:rFonts w:ascii="Arial" w:hAnsi="Arial" w:cs="Arial"/>
          <w:b/>
          <w:bCs/>
          <w:sz w:val="24"/>
          <w:szCs w:val="22"/>
        </w:rPr>
      </w:pPr>
      <w:r w:rsidRPr="009362E6">
        <w:rPr>
          <w:rFonts w:ascii="Arial" w:hAnsi="Arial" w:cs="Arial"/>
          <w:b/>
          <w:bCs/>
          <w:sz w:val="24"/>
          <w:szCs w:val="22"/>
          <w:highlight w:val="yellow"/>
        </w:rPr>
        <w:t>NOTE TO TEACHERS</w:t>
      </w:r>
      <w:r>
        <w:rPr>
          <w:rFonts w:ascii="Arial" w:hAnsi="Arial" w:cs="Arial"/>
          <w:b/>
          <w:bCs/>
          <w:sz w:val="24"/>
          <w:szCs w:val="22"/>
          <w:highlight w:val="yellow"/>
        </w:rPr>
        <w:t>:</w:t>
      </w:r>
      <w:r w:rsidRPr="009362E6">
        <w:rPr>
          <w:rFonts w:ascii="Arial" w:hAnsi="Arial" w:cs="Arial"/>
          <w:b/>
          <w:bCs/>
          <w:sz w:val="24"/>
          <w:szCs w:val="22"/>
          <w:highlight w:val="yellow"/>
        </w:rPr>
        <w:t xml:space="preserve"> CHANGE THE TEXT BELOW TO INDICATE WHICH </w:t>
      </w:r>
      <w:r w:rsidR="00493D65">
        <w:rPr>
          <w:rFonts w:ascii="Arial" w:hAnsi="Arial" w:cs="Arial"/>
          <w:b/>
          <w:bCs/>
          <w:sz w:val="24"/>
          <w:szCs w:val="22"/>
          <w:highlight w:val="yellow"/>
        </w:rPr>
        <w:t xml:space="preserve">FRAGRANCES AND </w:t>
      </w:r>
      <w:r w:rsidRPr="009362E6">
        <w:rPr>
          <w:rFonts w:ascii="Arial" w:hAnsi="Arial" w:cs="Arial"/>
          <w:b/>
          <w:bCs/>
          <w:sz w:val="24"/>
          <w:szCs w:val="22"/>
          <w:highlight w:val="yellow"/>
        </w:rPr>
        <w:t xml:space="preserve">TACTILE DOTS YOU ARE USING </w:t>
      </w:r>
    </w:p>
    <w:p w14:paraId="5C3F0EE8" w14:textId="77777777" w:rsidR="009362E6" w:rsidRPr="00BB1703" w:rsidRDefault="009362E6" w:rsidP="00665C38">
      <w:pPr>
        <w:rPr>
          <w:rFonts w:ascii="Arial" w:hAnsi="Arial" w:cs="Arial"/>
        </w:rPr>
      </w:pPr>
    </w:p>
    <w:p w14:paraId="6971FF52" w14:textId="6C5278FE" w:rsidR="00641F9A" w:rsidRPr="009362E6" w:rsidRDefault="00E0470E" w:rsidP="00E0470E">
      <w:pPr>
        <w:pStyle w:val="Heading2"/>
      </w:pPr>
      <w:r>
        <w:t>Y</w:t>
      </w:r>
      <w:r w:rsidRPr="009362E6">
        <w:t xml:space="preserve">ou will </w:t>
      </w:r>
      <w:proofErr w:type="gramStart"/>
      <w:r w:rsidRPr="009362E6">
        <w:t>need</w:t>
      </w:r>
      <w:proofErr w:type="gramEnd"/>
    </w:p>
    <w:p w14:paraId="31901505" w14:textId="7F832BD1" w:rsidR="00BB3DF5" w:rsidRPr="00BB1703" w:rsidRDefault="00BB3DF5" w:rsidP="00BB3DF5">
      <w:pPr>
        <w:rPr>
          <w:rFonts w:ascii="Arial" w:hAnsi="Arial" w:cs="Arial"/>
        </w:rPr>
      </w:pPr>
    </w:p>
    <w:p w14:paraId="4478D8E7" w14:textId="7F4C1F0B" w:rsidR="00FD6578" w:rsidRPr="009362E6" w:rsidRDefault="0007414A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B3DF5" w:rsidRPr="009362E6">
        <w:rPr>
          <w:rFonts w:ascii="Arial" w:hAnsi="Arial" w:cs="Arial"/>
          <w:sz w:val="24"/>
          <w:szCs w:val="24"/>
        </w:rPr>
        <w:t xml:space="preserve"> palm sized pots with lids </w:t>
      </w:r>
    </w:p>
    <w:p w14:paraId="033F9C28" w14:textId="5F98BEF7" w:rsidR="00FD6578" w:rsidRPr="009362E6" w:rsidRDefault="0007414A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D6578" w:rsidRPr="009362E6">
        <w:rPr>
          <w:rFonts w:ascii="Arial" w:hAnsi="Arial" w:cs="Arial"/>
          <w:sz w:val="24"/>
          <w:szCs w:val="24"/>
        </w:rPr>
        <w:t xml:space="preserve"> </w:t>
      </w:r>
      <w:r w:rsidR="00032A54" w:rsidRPr="009362E6">
        <w:rPr>
          <w:rFonts w:ascii="Arial" w:hAnsi="Arial" w:cs="Arial"/>
          <w:sz w:val="24"/>
          <w:szCs w:val="24"/>
        </w:rPr>
        <w:t xml:space="preserve">with </w:t>
      </w:r>
      <w:r w:rsidR="00665C38" w:rsidRPr="009362E6">
        <w:rPr>
          <w:rFonts w:ascii="Arial" w:hAnsi="Arial" w:cs="Arial"/>
          <w:sz w:val="24"/>
          <w:szCs w:val="24"/>
        </w:rPr>
        <w:t>[</w:t>
      </w:r>
      <w:r w:rsidR="00665C38" w:rsidRPr="005E0BBB">
        <w:rPr>
          <w:rFonts w:ascii="Arial" w:hAnsi="Arial" w:cs="Arial"/>
          <w:sz w:val="24"/>
          <w:szCs w:val="24"/>
          <w:highlight w:val="yellow"/>
        </w:rPr>
        <w:t>descriptor</w:t>
      </w:r>
      <w:r w:rsidR="00665C38" w:rsidRPr="009362E6">
        <w:rPr>
          <w:rFonts w:ascii="Arial" w:hAnsi="Arial" w:cs="Arial"/>
          <w:sz w:val="24"/>
          <w:szCs w:val="24"/>
        </w:rPr>
        <w:t>] tactile dots</w:t>
      </w:r>
      <w:r w:rsidR="00672672" w:rsidRPr="009362E6">
        <w:rPr>
          <w:rFonts w:ascii="Arial" w:hAnsi="Arial" w:cs="Arial"/>
          <w:sz w:val="24"/>
          <w:szCs w:val="24"/>
        </w:rPr>
        <w:t xml:space="preserve"> = </w:t>
      </w:r>
      <w:r w:rsidR="00665C38" w:rsidRPr="009362E6">
        <w:rPr>
          <w:rFonts w:ascii="Arial" w:hAnsi="Arial" w:cs="Arial"/>
          <w:sz w:val="24"/>
          <w:szCs w:val="24"/>
        </w:rPr>
        <w:t>[</w:t>
      </w:r>
      <w:r w:rsidR="00665C38" w:rsidRPr="005E0BBB">
        <w:rPr>
          <w:rFonts w:ascii="Arial" w:hAnsi="Arial" w:cs="Arial"/>
          <w:sz w:val="24"/>
          <w:szCs w:val="24"/>
          <w:highlight w:val="yellow"/>
        </w:rPr>
        <w:t>descriptor</w:t>
      </w:r>
      <w:r w:rsidR="00665C38" w:rsidRPr="009362E6">
        <w:rPr>
          <w:rFonts w:ascii="Arial" w:hAnsi="Arial" w:cs="Arial"/>
          <w:sz w:val="24"/>
          <w:szCs w:val="24"/>
        </w:rPr>
        <w:t xml:space="preserve">] </w:t>
      </w:r>
      <w:r w:rsidR="00FD6578" w:rsidRPr="009362E6">
        <w:rPr>
          <w:rFonts w:ascii="Arial" w:hAnsi="Arial" w:cs="Arial"/>
          <w:sz w:val="24"/>
          <w:szCs w:val="24"/>
        </w:rPr>
        <w:t>fragrance</w:t>
      </w:r>
    </w:p>
    <w:p w14:paraId="6634EA4F" w14:textId="7CF59385" w:rsidR="00BB3DF5" w:rsidRPr="009362E6" w:rsidRDefault="0007414A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D6578" w:rsidRPr="009362E6">
        <w:rPr>
          <w:rFonts w:ascii="Arial" w:hAnsi="Arial" w:cs="Arial"/>
          <w:sz w:val="24"/>
          <w:szCs w:val="24"/>
        </w:rPr>
        <w:t xml:space="preserve"> </w:t>
      </w:r>
      <w:r w:rsidR="00032A54" w:rsidRPr="009362E6">
        <w:rPr>
          <w:rFonts w:ascii="Arial" w:hAnsi="Arial" w:cs="Arial"/>
          <w:sz w:val="24"/>
          <w:szCs w:val="24"/>
        </w:rPr>
        <w:t xml:space="preserve">with </w:t>
      </w:r>
      <w:r w:rsidR="00665C38" w:rsidRPr="009362E6">
        <w:rPr>
          <w:rFonts w:ascii="Arial" w:hAnsi="Arial" w:cs="Arial"/>
          <w:sz w:val="24"/>
          <w:szCs w:val="24"/>
        </w:rPr>
        <w:t>[</w:t>
      </w:r>
      <w:r w:rsidR="00665C38" w:rsidRPr="005E0BBB">
        <w:rPr>
          <w:rFonts w:ascii="Arial" w:hAnsi="Arial" w:cs="Arial"/>
          <w:sz w:val="24"/>
          <w:szCs w:val="24"/>
          <w:highlight w:val="yellow"/>
        </w:rPr>
        <w:t>descriptor</w:t>
      </w:r>
      <w:r w:rsidR="00665C38" w:rsidRPr="009362E6">
        <w:rPr>
          <w:rFonts w:ascii="Arial" w:hAnsi="Arial" w:cs="Arial"/>
          <w:sz w:val="24"/>
          <w:szCs w:val="24"/>
        </w:rPr>
        <w:t xml:space="preserve">] tactile dots </w:t>
      </w:r>
      <w:r w:rsidR="00FD6578" w:rsidRPr="009362E6">
        <w:rPr>
          <w:rFonts w:ascii="Arial" w:hAnsi="Arial" w:cs="Arial"/>
          <w:sz w:val="24"/>
          <w:szCs w:val="24"/>
        </w:rPr>
        <w:t xml:space="preserve">= </w:t>
      </w:r>
      <w:r w:rsidR="00665C38" w:rsidRPr="009362E6">
        <w:rPr>
          <w:rFonts w:ascii="Arial" w:hAnsi="Arial" w:cs="Arial"/>
          <w:sz w:val="24"/>
          <w:szCs w:val="24"/>
        </w:rPr>
        <w:t>[</w:t>
      </w:r>
      <w:proofErr w:type="gramStart"/>
      <w:r w:rsidR="00665C38" w:rsidRPr="005E0BBB">
        <w:rPr>
          <w:rFonts w:ascii="Arial" w:hAnsi="Arial" w:cs="Arial"/>
          <w:sz w:val="24"/>
          <w:szCs w:val="24"/>
          <w:highlight w:val="yellow"/>
        </w:rPr>
        <w:t>descriptor</w:t>
      </w:r>
      <w:r w:rsidR="00665C38" w:rsidRPr="009362E6">
        <w:rPr>
          <w:rFonts w:ascii="Arial" w:hAnsi="Arial" w:cs="Arial"/>
          <w:sz w:val="24"/>
          <w:szCs w:val="24"/>
        </w:rPr>
        <w:t xml:space="preserve">] </w:t>
      </w:r>
      <w:r w:rsidR="00FD6578" w:rsidRPr="009362E6">
        <w:rPr>
          <w:rFonts w:ascii="Arial" w:hAnsi="Arial" w:cs="Arial"/>
          <w:sz w:val="24"/>
          <w:szCs w:val="24"/>
        </w:rPr>
        <w:t xml:space="preserve"> fragrance</w:t>
      </w:r>
      <w:proofErr w:type="gramEnd"/>
      <w:r w:rsidR="00306AB2" w:rsidRPr="009362E6">
        <w:rPr>
          <w:rFonts w:ascii="Arial" w:hAnsi="Arial" w:cs="Arial"/>
          <w:sz w:val="24"/>
          <w:szCs w:val="24"/>
        </w:rPr>
        <w:t xml:space="preserve"> </w:t>
      </w:r>
    </w:p>
    <w:p w14:paraId="27846E02" w14:textId="696D659A" w:rsidR="00BB3DF5" w:rsidRPr="009362E6" w:rsidRDefault="00BB3DF5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 xml:space="preserve">A beaker filled about halfway with tap </w:t>
      </w:r>
      <w:proofErr w:type="gramStart"/>
      <w:r w:rsidRPr="009362E6">
        <w:rPr>
          <w:rFonts w:ascii="Arial" w:hAnsi="Arial" w:cs="Arial"/>
          <w:sz w:val="24"/>
          <w:szCs w:val="24"/>
        </w:rPr>
        <w:t>water</w:t>
      </w:r>
      <w:proofErr w:type="gramEnd"/>
    </w:p>
    <w:p w14:paraId="24DFAC6C" w14:textId="6BC7E155" w:rsidR="00BB3DF5" w:rsidRPr="009362E6" w:rsidRDefault="00032A54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>3</w:t>
      </w:r>
      <w:r w:rsidR="00BB3DF5" w:rsidRPr="009362E6">
        <w:rPr>
          <w:rFonts w:ascii="Arial" w:hAnsi="Arial" w:cs="Arial"/>
          <w:sz w:val="24"/>
          <w:szCs w:val="24"/>
        </w:rPr>
        <w:t xml:space="preserve"> “centrifuge tubes” with lids </w:t>
      </w:r>
    </w:p>
    <w:p w14:paraId="4B7C5C99" w14:textId="0F88DEB8" w:rsidR="000827ED" w:rsidRPr="009362E6" w:rsidRDefault="00665C38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>1</w:t>
      </w:r>
      <w:r w:rsidR="000827ED" w:rsidRPr="009362E6">
        <w:rPr>
          <w:rFonts w:ascii="Arial" w:hAnsi="Arial" w:cs="Arial"/>
          <w:sz w:val="24"/>
          <w:szCs w:val="24"/>
        </w:rPr>
        <w:t xml:space="preserve"> plastic funnel</w:t>
      </w:r>
      <w:r w:rsidR="00B670AF" w:rsidRPr="009362E6">
        <w:rPr>
          <w:rFonts w:ascii="Arial" w:hAnsi="Arial" w:cs="Arial"/>
          <w:sz w:val="24"/>
          <w:szCs w:val="24"/>
        </w:rPr>
        <w:t xml:space="preserve"> </w:t>
      </w:r>
    </w:p>
    <w:p w14:paraId="4353DAB3" w14:textId="3D106E31" w:rsidR="00BB3DF5" w:rsidRPr="009362E6" w:rsidRDefault="00BB3DF5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>A small spoon</w:t>
      </w:r>
    </w:p>
    <w:p w14:paraId="3A602D7C" w14:textId="14BA707C" w:rsidR="00BB3DF5" w:rsidRPr="009362E6" w:rsidRDefault="00BB3DF5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>Small bag of BBQ charcoal</w:t>
      </w:r>
      <w:r w:rsidR="00973FBC" w:rsidRPr="009362E6">
        <w:rPr>
          <w:rFonts w:ascii="Arial" w:hAnsi="Arial" w:cs="Arial"/>
          <w:sz w:val="24"/>
          <w:szCs w:val="24"/>
        </w:rPr>
        <w:t xml:space="preserve"> (labelled with </w:t>
      </w:r>
      <w:r w:rsidR="00665C38" w:rsidRPr="009362E6">
        <w:rPr>
          <w:rFonts w:ascii="Arial" w:hAnsi="Arial" w:cs="Arial"/>
          <w:sz w:val="24"/>
          <w:szCs w:val="24"/>
        </w:rPr>
        <w:t>[</w:t>
      </w:r>
      <w:r w:rsidR="00665C38" w:rsidRPr="005E0BBB">
        <w:rPr>
          <w:rFonts w:ascii="Arial" w:hAnsi="Arial" w:cs="Arial"/>
          <w:sz w:val="24"/>
          <w:szCs w:val="24"/>
          <w:highlight w:val="yellow"/>
        </w:rPr>
        <w:t>descriptor</w:t>
      </w:r>
      <w:r w:rsidR="00665C38" w:rsidRPr="009362E6">
        <w:rPr>
          <w:rFonts w:ascii="Arial" w:hAnsi="Arial" w:cs="Arial"/>
          <w:sz w:val="24"/>
          <w:szCs w:val="24"/>
        </w:rPr>
        <w:t>] tactile dots</w:t>
      </w:r>
      <w:r w:rsidR="00973FBC" w:rsidRPr="009362E6">
        <w:rPr>
          <w:rFonts w:ascii="Arial" w:hAnsi="Arial" w:cs="Arial"/>
          <w:sz w:val="24"/>
          <w:szCs w:val="24"/>
        </w:rPr>
        <w:t>)</w:t>
      </w:r>
    </w:p>
    <w:p w14:paraId="75F1D539" w14:textId="42BE759D" w:rsidR="00BB3DF5" w:rsidRPr="009362E6" w:rsidRDefault="00BB3DF5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>Small bag of activated carbon</w:t>
      </w:r>
      <w:r w:rsidR="00973FBC" w:rsidRPr="009362E6">
        <w:rPr>
          <w:rFonts w:ascii="Arial" w:hAnsi="Arial" w:cs="Arial"/>
          <w:sz w:val="24"/>
          <w:szCs w:val="24"/>
        </w:rPr>
        <w:t xml:space="preserve"> (labelled with a </w:t>
      </w:r>
      <w:r w:rsidR="00665C38" w:rsidRPr="009362E6">
        <w:rPr>
          <w:rFonts w:ascii="Arial" w:hAnsi="Arial" w:cs="Arial"/>
          <w:sz w:val="24"/>
          <w:szCs w:val="24"/>
        </w:rPr>
        <w:t>[</w:t>
      </w:r>
      <w:r w:rsidR="00665C38" w:rsidRPr="005E0BBB">
        <w:rPr>
          <w:rFonts w:ascii="Arial" w:hAnsi="Arial" w:cs="Arial"/>
          <w:sz w:val="24"/>
          <w:szCs w:val="24"/>
          <w:highlight w:val="yellow"/>
        </w:rPr>
        <w:t>descriptor</w:t>
      </w:r>
      <w:r w:rsidR="00665C38" w:rsidRPr="009362E6">
        <w:rPr>
          <w:rFonts w:ascii="Arial" w:hAnsi="Arial" w:cs="Arial"/>
          <w:sz w:val="24"/>
          <w:szCs w:val="24"/>
        </w:rPr>
        <w:t>] tactile dots)</w:t>
      </w:r>
    </w:p>
    <w:p w14:paraId="54DAB0ED" w14:textId="4ED2C765" w:rsidR="00BB3DF5" w:rsidRPr="009362E6" w:rsidRDefault="00BB3DF5" w:rsidP="00480B00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 xml:space="preserve">A </w:t>
      </w:r>
      <w:r w:rsidR="00493D65">
        <w:rPr>
          <w:rFonts w:ascii="Arial" w:hAnsi="Arial" w:cs="Arial"/>
          <w:sz w:val="24"/>
          <w:szCs w:val="24"/>
        </w:rPr>
        <w:t>p</w:t>
      </w:r>
      <w:r w:rsidRPr="009362E6">
        <w:rPr>
          <w:rFonts w:ascii="Arial" w:hAnsi="Arial" w:cs="Arial"/>
          <w:sz w:val="24"/>
          <w:szCs w:val="24"/>
        </w:rPr>
        <w:t>en</w:t>
      </w:r>
    </w:p>
    <w:p w14:paraId="04145202" w14:textId="7823F44D" w:rsidR="00B90CD3" w:rsidRPr="009362E6" w:rsidRDefault="00480B00" w:rsidP="00B90CD3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>Tactile dots</w:t>
      </w:r>
      <w:r w:rsidR="00BB3DF5" w:rsidRPr="009362E6">
        <w:rPr>
          <w:rFonts w:ascii="Arial" w:hAnsi="Arial" w:cs="Arial"/>
          <w:sz w:val="24"/>
          <w:szCs w:val="24"/>
        </w:rPr>
        <w:t xml:space="preserve"> for labelling</w:t>
      </w:r>
    </w:p>
    <w:p w14:paraId="16602CFB" w14:textId="646E5EE6" w:rsidR="00B90CD3" w:rsidRDefault="00B90CD3" w:rsidP="00B90CD3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>Watch or timer (optional – can be prompted by teacher)</w:t>
      </w:r>
    </w:p>
    <w:p w14:paraId="793B80C2" w14:textId="77777777" w:rsidR="009362E6" w:rsidRPr="009362E6" w:rsidRDefault="009362E6" w:rsidP="009362E6">
      <w:pPr>
        <w:pStyle w:val="ListParagraph"/>
        <w:rPr>
          <w:rFonts w:ascii="Arial" w:hAnsi="Arial" w:cs="Arial"/>
          <w:sz w:val="24"/>
          <w:szCs w:val="24"/>
        </w:rPr>
      </w:pPr>
    </w:p>
    <w:p w14:paraId="74493051" w14:textId="0755EE3A" w:rsidR="00480B00" w:rsidRDefault="00E0470E" w:rsidP="00E0470E">
      <w:pPr>
        <w:pStyle w:val="Heading2"/>
      </w:pPr>
      <w:r>
        <w:t>Procedure</w:t>
      </w:r>
    </w:p>
    <w:p w14:paraId="14CFFB61" w14:textId="77777777" w:rsidR="009362E6" w:rsidRPr="00BB1703" w:rsidRDefault="009362E6" w:rsidP="00480B00">
      <w:pPr>
        <w:rPr>
          <w:rFonts w:ascii="Arial" w:hAnsi="Arial" w:cs="Arial"/>
        </w:rPr>
      </w:pPr>
    </w:p>
    <w:p w14:paraId="32076726" w14:textId="061E8E36" w:rsidR="00FF79E3" w:rsidRPr="009362E6" w:rsidRDefault="00FF79E3" w:rsidP="00480B00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 xml:space="preserve">Choose which fragrance you want to use and put </w:t>
      </w:r>
      <w:r w:rsidR="00B670AF" w:rsidRPr="009362E6">
        <w:rPr>
          <w:rFonts w:ascii="Arial" w:hAnsi="Arial" w:cs="Arial"/>
          <w:sz w:val="24"/>
          <w:szCs w:val="24"/>
        </w:rPr>
        <w:t>the other pots to one side</w:t>
      </w:r>
      <w:r w:rsidRPr="009362E6">
        <w:rPr>
          <w:rFonts w:ascii="Arial" w:hAnsi="Arial" w:cs="Arial"/>
          <w:sz w:val="24"/>
          <w:szCs w:val="24"/>
        </w:rPr>
        <w:t>. You can use them to do the experiment another time.</w:t>
      </w:r>
    </w:p>
    <w:p w14:paraId="4670C900" w14:textId="661155F5" w:rsidR="00BB3DF5" w:rsidRPr="008E64D9" w:rsidRDefault="00BB3DF5" w:rsidP="008E64D9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Take three pots containing your chosen fragrance and top them up </w:t>
      </w:r>
      <w:r w:rsidR="00B670AF" w:rsidRPr="008E64D9">
        <w:rPr>
          <w:rFonts w:ascii="Arial" w:hAnsi="Arial" w:cs="Arial"/>
          <w:color w:val="000000" w:themeColor="text1"/>
          <w:sz w:val="24"/>
        </w:rPr>
        <w:t>almost</w:t>
      </w:r>
      <w:r w:rsidRPr="008E64D9">
        <w:rPr>
          <w:rFonts w:ascii="Arial" w:hAnsi="Arial" w:cs="Arial"/>
          <w:color w:val="000000" w:themeColor="text1"/>
          <w:sz w:val="24"/>
        </w:rPr>
        <w:t xml:space="preserve"> to the top with tap </w:t>
      </w:r>
      <w:proofErr w:type="gramStart"/>
      <w:r w:rsidRPr="008E64D9">
        <w:rPr>
          <w:rFonts w:ascii="Arial" w:hAnsi="Arial" w:cs="Arial"/>
          <w:color w:val="000000" w:themeColor="text1"/>
          <w:sz w:val="24"/>
        </w:rPr>
        <w:t>water</w:t>
      </w:r>
      <w:proofErr w:type="gramEnd"/>
      <w:r w:rsidR="00B670AF" w:rsidRPr="008E64D9">
        <w:rPr>
          <w:rFonts w:ascii="Arial" w:hAnsi="Arial" w:cs="Arial"/>
          <w:color w:val="000000" w:themeColor="text1"/>
          <w:sz w:val="24"/>
        </w:rPr>
        <w:t xml:space="preserve"> </w:t>
      </w:r>
    </w:p>
    <w:p w14:paraId="484BF4CF" w14:textId="6A022C32" w:rsidR="00BB3DF5" w:rsidRPr="009362E6" w:rsidRDefault="00BB3DF5" w:rsidP="00480B00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Close the lid carefully (you should hear it “click”) and shake gently to help the </w:t>
      </w:r>
      <w:r w:rsidR="0007414A">
        <w:rPr>
          <w:rFonts w:ascii="Arial" w:hAnsi="Arial" w:cs="Arial"/>
          <w:color w:val="000000" w:themeColor="text1"/>
          <w:sz w:val="24"/>
          <w:szCs w:val="24"/>
        </w:rPr>
        <w:t>fragrance</w:t>
      </w: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 to dissolve in the </w:t>
      </w:r>
      <w:proofErr w:type="gramStart"/>
      <w:r w:rsidRPr="009362E6">
        <w:rPr>
          <w:rFonts w:ascii="Arial" w:hAnsi="Arial" w:cs="Arial"/>
          <w:color w:val="000000" w:themeColor="text1"/>
          <w:sz w:val="24"/>
          <w:szCs w:val="24"/>
        </w:rPr>
        <w:t>water</w:t>
      </w:r>
      <w:proofErr w:type="gramEnd"/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1D0C4E1" w14:textId="3479503C" w:rsidR="00BB3DF5" w:rsidRPr="009362E6" w:rsidRDefault="00FF79E3" w:rsidP="00480B00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Use your </w:t>
      </w:r>
      <w:r w:rsidR="00B670AF" w:rsidRPr="009362E6">
        <w:rPr>
          <w:rFonts w:ascii="Arial" w:hAnsi="Arial" w:cs="Arial"/>
          <w:color w:val="000000" w:themeColor="text1"/>
          <w:sz w:val="24"/>
          <w:szCs w:val="24"/>
        </w:rPr>
        <w:t xml:space="preserve">small </w:t>
      </w:r>
      <w:r w:rsidRPr="009362E6">
        <w:rPr>
          <w:rFonts w:ascii="Arial" w:hAnsi="Arial" w:cs="Arial"/>
          <w:color w:val="000000" w:themeColor="text1"/>
          <w:sz w:val="24"/>
          <w:szCs w:val="24"/>
        </w:rPr>
        <w:t>funnel to p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 xml:space="preserve">our </w:t>
      </w:r>
      <w:proofErr w:type="gramStart"/>
      <w:r w:rsidR="00032A54" w:rsidRPr="009362E6">
        <w:rPr>
          <w:rFonts w:ascii="Arial" w:hAnsi="Arial" w:cs="Arial"/>
          <w:color w:val="000000" w:themeColor="text1"/>
          <w:sz w:val="24"/>
          <w:szCs w:val="24"/>
        </w:rPr>
        <w:t>all of</w:t>
      </w:r>
      <w:proofErr w:type="gramEnd"/>
      <w:r w:rsidR="00032A54" w:rsidRPr="009362E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>the solution</w:t>
      </w:r>
      <w:r w:rsidR="00032A54" w:rsidRPr="009362E6">
        <w:rPr>
          <w:rFonts w:ascii="Arial" w:hAnsi="Arial" w:cs="Arial"/>
          <w:color w:val="000000" w:themeColor="text1"/>
          <w:sz w:val="24"/>
          <w:szCs w:val="24"/>
        </w:rPr>
        <w:t xml:space="preserve"> from one pot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 xml:space="preserve"> into the </w:t>
      </w:r>
      <w:r w:rsidR="00032A54" w:rsidRPr="009362E6">
        <w:rPr>
          <w:rFonts w:ascii="Arial" w:hAnsi="Arial" w:cs="Arial"/>
          <w:color w:val="000000" w:themeColor="text1"/>
          <w:sz w:val="24"/>
          <w:szCs w:val="24"/>
        </w:rPr>
        <w:t>centrifuge tube</w:t>
      </w:r>
      <w:r w:rsidR="00306AB2" w:rsidRPr="009362E6">
        <w:rPr>
          <w:rFonts w:ascii="Arial" w:hAnsi="Arial" w:cs="Arial"/>
          <w:color w:val="000000" w:themeColor="text1"/>
          <w:sz w:val="24"/>
          <w:szCs w:val="24"/>
        </w:rPr>
        <w:t xml:space="preserve"> (do this over your box in case you spill!)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2D07EC48" w14:textId="4CA2D163" w:rsidR="00032A54" w:rsidRPr="009362E6" w:rsidRDefault="00032A54" w:rsidP="00480B00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Repeat this with the other pots until you have three centrifuge tubes containing the fragrance </w:t>
      </w:r>
      <w:proofErr w:type="gramStart"/>
      <w:r w:rsidRPr="009362E6">
        <w:rPr>
          <w:rFonts w:ascii="Arial" w:hAnsi="Arial" w:cs="Arial"/>
          <w:color w:val="000000" w:themeColor="text1"/>
          <w:sz w:val="24"/>
          <w:szCs w:val="24"/>
        </w:rPr>
        <w:t>solution</w:t>
      </w:r>
      <w:proofErr w:type="gramEnd"/>
    </w:p>
    <w:p w14:paraId="6E594B82" w14:textId="0387230B" w:rsidR="00973FBC" w:rsidRPr="009362E6" w:rsidRDefault="00FF79E3" w:rsidP="00480B00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 xml:space="preserve">Using the spoon provided </w:t>
      </w:r>
      <w:r w:rsidR="00B670AF" w:rsidRPr="009362E6">
        <w:rPr>
          <w:rFonts w:ascii="Arial" w:hAnsi="Arial" w:cs="Arial"/>
          <w:sz w:val="24"/>
          <w:szCs w:val="24"/>
        </w:rPr>
        <w:t xml:space="preserve">and the large funnel 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 xml:space="preserve">add </w:t>
      </w:r>
      <w:r w:rsidR="003A606E" w:rsidRPr="009362E6">
        <w:rPr>
          <w:rFonts w:ascii="Arial" w:hAnsi="Arial" w:cs="Arial"/>
          <w:color w:val="000000" w:themeColor="text1"/>
          <w:sz w:val="24"/>
          <w:szCs w:val="24"/>
        </w:rPr>
        <w:t>[</w:t>
      </w:r>
      <w:r w:rsidR="003A606E" w:rsidRPr="005E0BBB">
        <w:rPr>
          <w:rFonts w:ascii="Arial" w:hAnsi="Arial" w:cs="Arial"/>
          <w:color w:val="000000" w:themeColor="text1"/>
          <w:sz w:val="24"/>
          <w:szCs w:val="24"/>
          <w:highlight w:val="yellow"/>
        </w:rPr>
        <w:t>number</w:t>
      </w:r>
      <w:r w:rsidR="003A606E" w:rsidRPr="009362E6">
        <w:rPr>
          <w:rFonts w:ascii="Arial" w:hAnsi="Arial" w:cs="Arial"/>
          <w:color w:val="000000" w:themeColor="text1"/>
          <w:sz w:val="24"/>
          <w:szCs w:val="24"/>
        </w:rPr>
        <w:t>]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 xml:space="preserve"> spoons of crushed BBQ charcoal </w:t>
      </w: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to the </w:t>
      </w:r>
      <w:r w:rsidR="00B670AF" w:rsidRPr="009362E6">
        <w:rPr>
          <w:rFonts w:ascii="Arial" w:hAnsi="Arial" w:cs="Arial"/>
          <w:b/>
          <w:color w:val="000000" w:themeColor="text1"/>
          <w:sz w:val="24"/>
          <w:szCs w:val="24"/>
        </w:rPr>
        <w:t>first</w:t>
      </w:r>
      <w:r w:rsidRPr="009362E6">
        <w:rPr>
          <w:rFonts w:ascii="Arial" w:hAnsi="Arial" w:cs="Arial"/>
          <w:b/>
          <w:color w:val="000000" w:themeColor="text1"/>
          <w:sz w:val="24"/>
          <w:szCs w:val="24"/>
        </w:rPr>
        <w:t xml:space="preserve"> tube</w:t>
      </w: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 xml:space="preserve">and put on the lid. Label this tube with a </w:t>
      </w:r>
      <w:r w:rsidR="00480B00" w:rsidRPr="009362E6">
        <w:rPr>
          <w:rFonts w:ascii="Arial" w:hAnsi="Arial" w:cs="Arial"/>
          <w:sz w:val="24"/>
          <w:szCs w:val="24"/>
        </w:rPr>
        <w:t>[</w:t>
      </w:r>
      <w:r w:rsidR="00480B00" w:rsidRPr="005E0BBB">
        <w:rPr>
          <w:rFonts w:ascii="Arial" w:hAnsi="Arial" w:cs="Arial"/>
          <w:sz w:val="24"/>
          <w:szCs w:val="24"/>
          <w:highlight w:val="yellow"/>
        </w:rPr>
        <w:t>descriptor</w:t>
      </w:r>
      <w:r w:rsidR="00480B00" w:rsidRPr="009362E6">
        <w:rPr>
          <w:rFonts w:ascii="Arial" w:hAnsi="Arial" w:cs="Arial"/>
          <w:sz w:val="24"/>
          <w:szCs w:val="24"/>
        </w:rPr>
        <w:t>] tactile dots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5EA96853" w14:textId="04844650" w:rsidR="00973FBC" w:rsidRPr="009362E6" w:rsidRDefault="00FF79E3" w:rsidP="00480B00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sz w:val="24"/>
          <w:szCs w:val="24"/>
        </w:rPr>
        <w:t>Using the spoon provided</w:t>
      </w:r>
      <w:r w:rsidR="00B670AF" w:rsidRPr="009362E6">
        <w:rPr>
          <w:rFonts w:ascii="Arial" w:hAnsi="Arial" w:cs="Arial"/>
          <w:sz w:val="24"/>
          <w:szCs w:val="24"/>
        </w:rPr>
        <w:t xml:space="preserve"> and the large funnel</w:t>
      </w:r>
      <w:r w:rsidRPr="009362E6">
        <w:rPr>
          <w:rFonts w:ascii="Arial" w:hAnsi="Arial" w:cs="Arial"/>
          <w:sz w:val="24"/>
          <w:szCs w:val="24"/>
        </w:rPr>
        <w:t xml:space="preserve"> </w:t>
      </w: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add </w:t>
      </w:r>
      <w:r w:rsidR="003A606E" w:rsidRPr="009362E6">
        <w:rPr>
          <w:rFonts w:ascii="Arial" w:hAnsi="Arial" w:cs="Arial"/>
          <w:color w:val="000000" w:themeColor="text1"/>
          <w:sz w:val="24"/>
          <w:szCs w:val="24"/>
        </w:rPr>
        <w:t xml:space="preserve">[number] </w:t>
      </w: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spoons of 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>activated carbon</w:t>
      </w: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 to the </w:t>
      </w:r>
      <w:r w:rsidR="00B670AF" w:rsidRPr="009362E6">
        <w:rPr>
          <w:rFonts w:ascii="Arial" w:hAnsi="Arial" w:cs="Arial"/>
          <w:b/>
          <w:color w:val="000000" w:themeColor="text1"/>
          <w:sz w:val="24"/>
          <w:szCs w:val="24"/>
        </w:rPr>
        <w:t>second</w:t>
      </w:r>
      <w:r w:rsidRPr="009362E6">
        <w:rPr>
          <w:rFonts w:ascii="Arial" w:hAnsi="Arial" w:cs="Arial"/>
          <w:b/>
          <w:color w:val="000000" w:themeColor="text1"/>
          <w:sz w:val="24"/>
          <w:szCs w:val="24"/>
        </w:rPr>
        <w:t xml:space="preserve"> tube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 xml:space="preserve"> and put on the lid. Label this tube with a </w:t>
      </w:r>
      <w:r w:rsidR="00480B00" w:rsidRPr="009362E6">
        <w:rPr>
          <w:rFonts w:ascii="Arial" w:hAnsi="Arial" w:cs="Arial"/>
          <w:sz w:val="24"/>
          <w:szCs w:val="24"/>
        </w:rPr>
        <w:t>[</w:t>
      </w:r>
      <w:r w:rsidR="00480B00" w:rsidRPr="005E0BBB">
        <w:rPr>
          <w:rFonts w:ascii="Arial" w:hAnsi="Arial" w:cs="Arial"/>
          <w:sz w:val="24"/>
          <w:szCs w:val="24"/>
          <w:highlight w:val="yellow"/>
        </w:rPr>
        <w:t>descriptor</w:t>
      </w:r>
      <w:r w:rsidR="00480B00" w:rsidRPr="009362E6">
        <w:rPr>
          <w:rFonts w:ascii="Arial" w:hAnsi="Arial" w:cs="Arial"/>
          <w:sz w:val="24"/>
          <w:szCs w:val="24"/>
        </w:rPr>
        <w:t>] tactile dots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6CB7CFC7" w14:textId="303CE636" w:rsidR="00B670AF" w:rsidRPr="009362E6" w:rsidRDefault="00B670AF" w:rsidP="00480B00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Leave the </w:t>
      </w:r>
      <w:r w:rsidRPr="009362E6">
        <w:rPr>
          <w:rFonts w:ascii="Arial" w:hAnsi="Arial" w:cs="Arial"/>
          <w:b/>
          <w:color w:val="000000" w:themeColor="text1"/>
          <w:sz w:val="24"/>
          <w:szCs w:val="24"/>
        </w:rPr>
        <w:t>third tube</w:t>
      </w: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 as it is with just the fragrance solution inside. </w:t>
      </w:r>
    </w:p>
    <w:p w14:paraId="50EE4A64" w14:textId="77777777" w:rsidR="000827ED" w:rsidRPr="009362E6" w:rsidRDefault="00973FBC" w:rsidP="00480B00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Shake the tubes for approximately 30 </w:t>
      </w:r>
      <w:proofErr w:type="gramStart"/>
      <w:r w:rsidRPr="009362E6">
        <w:rPr>
          <w:rFonts w:ascii="Arial" w:hAnsi="Arial" w:cs="Arial"/>
          <w:color w:val="000000" w:themeColor="text1"/>
          <w:sz w:val="24"/>
          <w:szCs w:val="24"/>
        </w:rPr>
        <w:t>seconds</w:t>
      </w:r>
      <w:proofErr w:type="gramEnd"/>
      <w:r w:rsidRPr="009362E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EE1B50F" w14:textId="013D15CC" w:rsidR="00973FBC" w:rsidRPr="009362E6" w:rsidRDefault="000827ED" w:rsidP="00480B00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color w:val="000000" w:themeColor="text1"/>
          <w:sz w:val="24"/>
          <w:szCs w:val="24"/>
        </w:rPr>
        <w:t>Le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>ave for about 20 minutes and smell the pots. While you wait think about the questions on the next page.</w:t>
      </w:r>
    </w:p>
    <w:p w14:paraId="68F1A940" w14:textId="10D13E24" w:rsidR="00973FBC" w:rsidRPr="009362E6" w:rsidRDefault="00B90CD3" w:rsidP="00480B00">
      <w:pPr>
        <w:pStyle w:val="ListParagraph"/>
        <w:numPr>
          <w:ilvl w:val="0"/>
          <w:numId w:val="32"/>
        </w:numPr>
        <w:rPr>
          <w:rFonts w:ascii="Arial" w:hAnsi="Arial" w:cs="Arial"/>
          <w:color w:val="000000" w:themeColor="text1"/>
          <w:sz w:val="24"/>
          <w:szCs w:val="24"/>
        </w:rPr>
      </w:pPr>
      <w:r w:rsidRPr="009362E6">
        <w:rPr>
          <w:rFonts w:ascii="Arial" w:hAnsi="Arial" w:cs="Arial"/>
          <w:color w:val="000000" w:themeColor="text1"/>
          <w:sz w:val="24"/>
          <w:szCs w:val="24"/>
        </w:rPr>
        <w:t>Continue to monitor your solution every 10 minutes and m</w:t>
      </w:r>
      <w:r w:rsidR="00973FBC" w:rsidRPr="009362E6">
        <w:rPr>
          <w:rFonts w:ascii="Arial" w:hAnsi="Arial" w:cs="Arial"/>
          <w:color w:val="000000" w:themeColor="text1"/>
          <w:sz w:val="24"/>
          <w:szCs w:val="24"/>
        </w:rPr>
        <w:t xml:space="preserve">ake a note of your observations in the table below. </w:t>
      </w:r>
    </w:p>
    <w:p w14:paraId="2142692B" w14:textId="77777777" w:rsidR="000827ED" w:rsidRPr="00BB1703" w:rsidRDefault="000827ED" w:rsidP="000827ED">
      <w:pPr>
        <w:pStyle w:val="ListParagraph"/>
        <w:shd w:val="clear" w:color="auto" w:fill="FFFFFF"/>
        <w:spacing w:before="240" w:after="240"/>
        <w:rPr>
          <w:rFonts w:ascii="Arial" w:hAnsi="Arial" w:cs="Arial"/>
          <w:color w:val="000000" w:themeColor="text1"/>
          <w:sz w:val="28"/>
          <w:szCs w:val="28"/>
        </w:rPr>
      </w:pPr>
    </w:p>
    <w:p w14:paraId="5E5A8C56" w14:textId="77777777" w:rsidR="000827ED" w:rsidRPr="00BB1703" w:rsidRDefault="000827ED" w:rsidP="000827ED">
      <w:pPr>
        <w:pStyle w:val="ListParagraph"/>
        <w:shd w:val="clear" w:color="auto" w:fill="FFFFFF"/>
        <w:spacing w:before="240" w:after="240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2030"/>
        <w:gridCol w:w="2030"/>
        <w:gridCol w:w="2030"/>
      </w:tblGrid>
      <w:tr w:rsidR="000827ED" w:rsidRPr="00BB1703" w14:paraId="18B0A79C" w14:textId="77777777" w:rsidTr="00BB1703">
        <w:tc>
          <w:tcPr>
            <w:tcW w:w="2536" w:type="dxa"/>
          </w:tcPr>
          <w:p w14:paraId="3AFDF3D5" w14:textId="649A8EE3" w:rsidR="000827ED" w:rsidRPr="00BB1703" w:rsidRDefault="000827ED" w:rsidP="00E0470E">
            <w:pPr>
              <w:pStyle w:val="Heading2"/>
              <w:outlineLvl w:val="1"/>
            </w:pPr>
            <w:r w:rsidRPr="00BB1703">
              <w:t>Time</w:t>
            </w:r>
          </w:p>
        </w:tc>
        <w:tc>
          <w:tcPr>
            <w:tcW w:w="2030" w:type="dxa"/>
          </w:tcPr>
          <w:p w14:paraId="3B7FF42B" w14:textId="6A522C07" w:rsidR="000827ED" w:rsidRPr="00BB1703" w:rsidRDefault="000827ED" w:rsidP="00E0470E">
            <w:pPr>
              <w:pStyle w:val="Heading2"/>
              <w:outlineLvl w:val="1"/>
            </w:pPr>
            <w:r w:rsidRPr="00BB1703">
              <w:t xml:space="preserve">            mins</w:t>
            </w:r>
          </w:p>
        </w:tc>
        <w:tc>
          <w:tcPr>
            <w:tcW w:w="2030" w:type="dxa"/>
          </w:tcPr>
          <w:p w14:paraId="36C6DB88" w14:textId="7AD07E4D" w:rsidR="000827ED" w:rsidRPr="00BB1703" w:rsidRDefault="000827ED" w:rsidP="00E0470E">
            <w:pPr>
              <w:pStyle w:val="Heading2"/>
              <w:outlineLvl w:val="1"/>
            </w:pPr>
            <w:r w:rsidRPr="00BB1703">
              <w:t>mins</w:t>
            </w:r>
          </w:p>
        </w:tc>
        <w:tc>
          <w:tcPr>
            <w:tcW w:w="2030" w:type="dxa"/>
          </w:tcPr>
          <w:p w14:paraId="05E0B5F2" w14:textId="67261738" w:rsidR="000827ED" w:rsidRPr="00BB1703" w:rsidRDefault="000827ED" w:rsidP="00E0470E">
            <w:pPr>
              <w:pStyle w:val="Heading2"/>
              <w:outlineLvl w:val="1"/>
            </w:pPr>
            <w:r w:rsidRPr="00BB1703">
              <w:t>mins</w:t>
            </w:r>
          </w:p>
        </w:tc>
      </w:tr>
      <w:tr w:rsidR="000827ED" w:rsidRPr="00BB1703" w14:paraId="5EDD8E8A" w14:textId="77777777" w:rsidTr="009362E6">
        <w:trPr>
          <w:trHeight w:val="1474"/>
        </w:trPr>
        <w:tc>
          <w:tcPr>
            <w:tcW w:w="2536" w:type="dxa"/>
            <w:vAlign w:val="center"/>
          </w:tcPr>
          <w:p w14:paraId="69334F3C" w14:textId="77777777" w:rsidR="000827ED" w:rsidRPr="00BB1703" w:rsidRDefault="000827ED" w:rsidP="00E0470E">
            <w:pPr>
              <w:pStyle w:val="Heading2"/>
              <w:outlineLvl w:val="1"/>
            </w:pPr>
            <w:r w:rsidRPr="00BB1703">
              <w:t xml:space="preserve">Tube 1 </w:t>
            </w:r>
          </w:p>
          <w:p w14:paraId="4C1AC2F8" w14:textId="70739BCB" w:rsidR="00B670AF" w:rsidRPr="00BB1703" w:rsidRDefault="00B670AF" w:rsidP="00E0470E">
            <w:pPr>
              <w:pStyle w:val="Heading2"/>
              <w:outlineLvl w:val="1"/>
            </w:pPr>
            <w:r w:rsidRPr="00BB1703">
              <w:t>(BBQ charcoal)</w:t>
            </w:r>
          </w:p>
        </w:tc>
        <w:tc>
          <w:tcPr>
            <w:tcW w:w="2030" w:type="dxa"/>
          </w:tcPr>
          <w:p w14:paraId="39B67FE2" w14:textId="77777777" w:rsidR="000827ED" w:rsidRPr="00BB1703" w:rsidRDefault="000827ED" w:rsidP="000827ED">
            <w:pPr>
              <w:pStyle w:val="ListParagraph"/>
              <w:spacing w:before="240" w:after="240"/>
              <w:ind w:left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030" w:type="dxa"/>
          </w:tcPr>
          <w:p w14:paraId="2954C823" w14:textId="77777777" w:rsidR="000827ED" w:rsidRPr="00BB1703" w:rsidRDefault="000827ED" w:rsidP="000827ED">
            <w:pPr>
              <w:pStyle w:val="ListParagraph"/>
              <w:spacing w:before="240" w:after="240"/>
              <w:ind w:left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030" w:type="dxa"/>
          </w:tcPr>
          <w:p w14:paraId="348EA1AF" w14:textId="77777777" w:rsidR="000827ED" w:rsidRPr="00BB1703" w:rsidRDefault="000827ED" w:rsidP="000827ED">
            <w:pPr>
              <w:pStyle w:val="ListParagraph"/>
              <w:spacing w:before="240" w:after="240"/>
              <w:ind w:left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0827ED" w:rsidRPr="00BB1703" w14:paraId="669AD66C" w14:textId="77777777" w:rsidTr="009362E6">
        <w:trPr>
          <w:trHeight w:val="1474"/>
        </w:trPr>
        <w:tc>
          <w:tcPr>
            <w:tcW w:w="2536" w:type="dxa"/>
            <w:vAlign w:val="center"/>
          </w:tcPr>
          <w:p w14:paraId="0748551E" w14:textId="77777777" w:rsidR="000827ED" w:rsidRPr="00BB1703" w:rsidRDefault="000827ED" w:rsidP="00E0470E">
            <w:pPr>
              <w:pStyle w:val="Heading2"/>
              <w:outlineLvl w:val="1"/>
            </w:pPr>
            <w:r w:rsidRPr="00BB1703">
              <w:t>Tube 2</w:t>
            </w:r>
          </w:p>
          <w:p w14:paraId="74B22769" w14:textId="3577242A" w:rsidR="000827ED" w:rsidRPr="00BB1703" w:rsidRDefault="00B670AF" w:rsidP="00E0470E">
            <w:pPr>
              <w:pStyle w:val="Heading2"/>
              <w:outlineLvl w:val="1"/>
            </w:pPr>
            <w:r w:rsidRPr="00BB1703">
              <w:t>(Activated Carbon)</w:t>
            </w:r>
          </w:p>
        </w:tc>
        <w:tc>
          <w:tcPr>
            <w:tcW w:w="2030" w:type="dxa"/>
          </w:tcPr>
          <w:p w14:paraId="719EDAD5" w14:textId="77777777" w:rsidR="000827ED" w:rsidRPr="00BB1703" w:rsidRDefault="000827ED" w:rsidP="000827ED">
            <w:pPr>
              <w:pStyle w:val="ListParagraph"/>
              <w:spacing w:before="240" w:after="240"/>
              <w:ind w:left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030" w:type="dxa"/>
          </w:tcPr>
          <w:p w14:paraId="763E0899" w14:textId="77777777" w:rsidR="000827ED" w:rsidRPr="00BB1703" w:rsidRDefault="000827ED" w:rsidP="000827ED">
            <w:pPr>
              <w:pStyle w:val="ListParagraph"/>
              <w:spacing w:before="240" w:after="240"/>
              <w:ind w:left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030" w:type="dxa"/>
          </w:tcPr>
          <w:p w14:paraId="44DCD316" w14:textId="77777777" w:rsidR="000827ED" w:rsidRPr="00BB1703" w:rsidRDefault="000827ED" w:rsidP="000827ED">
            <w:pPr>
              <w:pStyle w:val="ListParagraph"/>
              <w:spacing w:before="240" w:after="240"/>
              <w:ind w:left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0827ED" w:rsidRPr="00BB1703" w14:paraId="09FF7639" w14:textId="77777777" w:rsidTr="009362E6">
        <w:trPr>
          <w:trHeight w:val="1474"/>
        </w:trPr>
        <w:tc>
          <w:tcPr>
            <w:tcW w:w="2536" w:type="dxa"/>
            <w:vAlign w:val="center"/>
          </w:tcPr>
          <w:p w14:paraId="660D9D69" w14:textId="4CD8385A" w:rsidR="000827ED" w:rsidRPr="00BB1703" w:rsidRDefault="000827ED" w:rsidP="00E0470E">
            <w:pPr>
              <w:pStyle w:val="Heading2"/>
              <w:outlineLvl w:val="1"/>
            </w:pPr>
            <w:r w:rsidRPr="00BB1703">
              <w:t>Tube 3</w:t>
            </w:r>
          </w:p>
          <w:p w14:paraId="5D20C87F" w14:textId="78A02786" w:rsidR="000827ED" w:rsidRPr="00BB1703" w:rsidRDefault="00B670AF" w:rsidP="00E0470E">
            <w:pPr>
              <w:pStyle w:val="Heading2"/>
              <w:outlineLvl w:val="1"/>
            </w:pPr>
            <w:r w:rsidRPr="00BB1703">
              <w:t>(fragrance only)</w:t>
            </w:r>
          </w:p>
        </w:tc>
        <w:tc>
          <w:tcPr>
            <w:tcW w:w="2030" w:type="dxa"/>
          </w:tcPr>
          <w:p w14:paraId="4DB8931E" w14:textId="77777777" w:rsidR="000827ED" w:rsidRPr="00BB1703" w:rsidRDefault="000827ED" w:rsidP="000827ED">
            <w:pPr>
              <w:pStyle w:val="ListParagraph"/>
              <w:spacing w:before="240" w:after="240"/>
              <w:ind w:left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030" w:type="dxa"/>
          </w:tcPr>
          <w:p w14:paraId="3CF0BDB7" w14:textId="77777777" w:rsidR="000827ED" w:rsidRPr="00BB1703" w:rsidRDefault="000827ED" w:rsidP="000827ED">
            <w:pPr>
              <w:pStyle w:val="ListParagraph"/>
              <w:spacing w:before="240" w:after="240"/>
              <w:ind w:left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030" w:type="dxa"/>
          </w:tcPr>
          <w:p w14:paraId="7AAAEAD2" w14:textId="77777777" w:rsidR="000827ED" w:rsidRPr="00BB1703" w:rsidRDefault="000827ED" w:rsidP="000827ED">
            <w:pPr>
              <w:pStyle w:val="ListParagraph"/>
              <w:spacing w:before="240" w:after="240"/>
              <w:ind w:left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35F5DBB9" w14:textId="77777777" w:rsidR="00665C38" w:rsidRPr="00BB1703" w:rsidRDefault="00665C38" w:rsidP="000827ED">
      <w:pPr>
        <w:pStyle w:val="ListParagraph"/>
        <w:shd w:val="clear" w:color="auto" w:fill="FFFFFF"/>
        <w:spacing w:before="240" w:after="240"/>
        <w:rPr>
          <w:rFonts w:ascii="Arial" w:hAnsi="Arial" w:cs="Arial"/>
          <w:color w:val="000000" w:themeColor="text1"/>
          <w:sz w:val="28"/>
          <w:szCs w:val="28"/>
        </w:rPr>
      </w:pPr>
    </w:p>
    <w:p w14:paraId="279FD094" w14:textId="6576CCD0" w:rsidR="00EB497D" w:rsidRPr="00EB497D" w:rsidRDefault="00E0470E" w:rsidP="00E0470E">
      <w:pPr>
        <w:pStyle w:val="Heading2"/>
      </w:pPr>
      <w:r w:rsidRPr="00EB497D">
        <w:t>Questions</w:t>
      </w:r>
    </w:p>
    <w:p w14:paraId="39118446" w14:textId="77777777" w:rsidR="00EB497D" w:rsidRPr="00EB497D" w:rsidRDefault="00EB497D" w:rsidP="00EB497D">
      <w:pPr>
        <w:spacing w:line="276" w:lineRule="auto"/>
        <w:jc w:val="both"/>
        <w:rPr>
          <w:rFonts w:ascii="Arial" w:hAnsi="Arial" w:cs="Arial"/>
          <w:bCs/>
          <w:sz w:val="24"/>
        </w:rPr>
      </w:pPr>
    </w:p>
    <w:p w14:paraId="146D6D7E" w14:textId="77777777" w:rsidR="00EB497D" w:rsidRPr="00EB497D" w:rsidRDefault="00EB497D" w:rsidP="00EB497D">
      <w:pPr>
        <w:pStyle w:val="ListParagraph"/>
        <w:numPr>
          <w:ilvl w:val="0"/>
          <w:numId w:val="3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B497D">
        <w:rPr>
          <w:rFonts w:ascii="Arial" w:hAnsi="Arial" w:cs="Arial"/>
          <w:bCs/>
          <w:sz w:val="24"/>
          <w:szCs w:val="24"/>
        </w:rPr>
        <w:t>Why do we leave one tube with just the fragrance solution in it?</w:t>
      </w:r>
    </w:p>
    <w:p w14:paraId="796F17F0" w14:textId="77777777" w:rsidR="00EB497D" w:rsidRDefault="00EB497D" w:rsidP="00EB497D">
      <w:pPr>
        <w:pStyle w:val="ListParagraph"/>
        <w:numPr>
          <w:ilvl w:val="0"/>
          <w:numId w:val="3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B497D">
        <w:rPr>
          <w:rFonts w:ascii="Arial" w:hAnsi="Arial" w:cs="Arial"/>
          <w:bCs/>
          <w:sz w:val="24"/>
          <w:szCs w:val="24"/>
        </w:rPr>
        <w:t>Is there a significant difference between the fragrances when using activated carbon or charcoal?</w:t>
      </w:r>
    </w:p>
    <w:p w14:paraId="3A570725" w14:textId="77777777" w:rsidR="00EB497D" w:rsidRPr="00EB497D" w:rsidRDefault="00EB497D" w:rsidP="00EB497D">
      <w:pPr>
        <w:pStyle w:val="ListParagraph"/>
        <w:numPr>
          <w:ilvl w:val="0"/>
          <w:numId w:val="3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B497D">
        <w:rPr>
          <w:rFonts w:ascii="Arial" w:hAnsi="Arial" w:cs="Arial"/>
          <w:bCs/>
          <w:sz w:val="24"/>
        </w:rPr>
        <w:t xml:space="preserve">What happens when you leave the activated </w:t>
      </w:r>
      <w:r>
        <w:rPr>
          <w:rFonts w:ascii="Arial" w:hAnsi="Arial" w:cs="Arial"/>
          <w:bCs/>
          <w:sz w:val="24"/>
        </w:rPr>
        <w:t>carbon</w:t>
      </w:r>
      <w:r w:rsidRPr="00EB497D">
        <w:rPr>
          <w:rFonts w:ascii="Arial" w:hAnsi="Arial" w:cs="Arial"/>
          <w:bCs/>
          <w:sz w:val="24"/>
        </w:rPr>
        <w:t xml:space="preserve"> in the fragrance solution for a longer </w:t>
      </w:r>
      <w:proofErr w:type="gramStart"/>
      <w:r w:rsidRPr="00EB497D">
        <w:rPr>
          <w:rFonts w:ascii="Arial" w:hAnsi="Arial" w:cs="Arial"/>
          <w:bCs/>
          <w:sz w:val="24"/>
        </w:rPr>
        <w:t>period of time</w:t>
      </w:r>
      <w:proofErr w:type="gramEnd"/>
      <w:r w:rsidRPr="00EB497D">
        <w:rPr>
          <w:rFonts w:ascii="Arial" w:hAnsi="Arial" w:cs="Arial"/>
          <w:bCs/>
          <w:sz w:val="24"/>
        </w:rPr>
        <w:t>?</w:t>
      </w:r>
    </w:p>
    <w:p w14:paraId="19530BA9" w14:textId="77777777" w:rsidR="00EB497D" w:rsidRPr="00EB497D" w:rsidRDefault="00EB497D" w:rsidP="00EB497D">
      <w:pPr>
        <w:pStyle w:val="ListParagraph"/>
        <w:numPr>
          <w:ilvl w:val="0"/>
          <w:numId w:val="3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B497D">
        <w:rPr>
          <w:rFonts w:ascii="Arial" w:hAnsi="Arial" w:cs="Arial"/>
          <w:bCs/>
          <w:sz w:val="24"/>
        </w:rPr>
        <w:t>What do you think would happen if you add more activated carbon or BBQ charcoal?</w:t>
      </w:r>
    </w:p>
    <w:p w14:paraId="28A8D00F" w14:textId="77777777" w:rsidR="00EB497D" w:rsidRPr="00EB497D" w:rsidRDefault="00EB497D" w:rsidP="00EB497D">
      <w:pPr>
        <w:pStyle w:val="ListParagraph"/>
        <w:numPr>
          <w:ilvl w:val="0"/>
          <w:numId w:val="3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B497D">
        <w:rPr>
          <w:rFonts w:ascii="Arial" w:hAnsi="Arial" w:cs="Arial"/>
          <w:bCs/>
          <w:sz w:val="24"/>
        </w:rPr>
        <w:t>Do you think using a different fragrance will have the same result, why?</w:t>
      </w:r>
    </w:p>
    <w:p w14:paraId="30EE31D4" w14:textId="6BA80A87" w:rsidR="00EB497D" w:rsidRPr="00EB497D" w:rsidRDefault="00EB497D" w:rsidP="00EB497D">
      <w:pPr>
        <w:pStyle w:val="ListParagraph"/>
        <w:numPr>
          <w:ilvl w:val="0"/>
          <w:numId w:val="3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B497D">
        <w:rPr>
          <w:rFonts w:ascii="Arial" w:hAnsi="Arial" w:cs="Arial"/>
          <w:bCs/>
          <w:sz w:val="24"/>
        </w:rPr>
        <w:t>Where do you think this chemistry could be useful in the real world?</w:t>
      </w:r>
    </w:p>
    <w:p w14:paraId="08C9498B" w14:textId="4EE9C10E" w:rsidR="00877EC6" w:rsidRPr="00EB497D" w:rsidRDefault="00877EC6" w:rsidP="00EB497D">
      <w:pPr>
        <w:spacing w:after="200" w:line="276" w:lineRule="auto"/>
        <w:rPr>
          <w:rFonts w:ascii="Arial" w:eastAsiaTheme="minorHAnsi" w:hAnsi="Arial" w:cs="Arial"/>
          <w:color w:val="000000" w:themeColor="text1"/>
          <w:sz w:val="24"/>
        </w:rPr>
      </w:pPr>
    </w:p>
    <w:sectPr w:rsidR="00877EC6" w:rsidRPr="00EB497D" w:rsidSect="007C4174">
      <w:headerReference w:type="default" r:id="rId8"/>
      <w:footerReference w:type="default" r:id="rId9"/>
      <w:type w:val="continuous"/>
      <w:pgSz w:w="11906" w:h="16838"/>
      <w:pgMar w:top="1588" w:right="1134" w:bottom="141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6BED9" w14:textId="77777777" w:rsidR="001C6E2B" w:rsidRDefault="001C6E2B" w:rsidP="00425BFD">
      <w:r>
        <w:separator/>
      </w:r>
    </w:p>
  </w:endnote>
  <w:endnote w:type="continuationSeparator" w:id="0">
    <w:p w14:paraId="3993582C" w14:textId="77777777" w:rsidR="001C6E2B" w:rsidRDefault="001C6E2B" w:rsidP="0042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EBE08" w14:textId="77777777" w:rsidR="008F5F10" w:rsidRPr="00C30470" w:rsidRDefault="008F5F10" w:rsidP="005C5A32">
    <w:pPr>
      <w:pStyle w:val="Footer"/>
      <w:jc w:val="both"/>
      <w:rPr>
        <w:sz w:val="16"/>
      </w:rPr>
    </w:pPr>
    <w:r w:rsidRPr="00C30470">
      <w:rPr>
        <w:noProof/>
        <w:sz w:val="16"/>
        <w:lang w:eastAsia="en-GB"/>
      </w:rPr>
      <w:drawing>
        <wp:anchor distT="0" distB="0" distL="114300" distR="114300" simplePos="0" relativeHeight="251659264" behindDoc="0" locked="0" layoutInCell="1" allowOverlap="1" wp14:anchorId="1B24D5EA" wp14:editId="6F2F2F85">
          <wp:simplePos x="0" y="0"/>
          <wp:positionH relativeFrom="column">
            <wp:posOffset>5069840</wp:posOffset>
          </wp:positionH>
          <wp:positionV relativeFrom="paragraph">
            <wp:posOffset>268132</wp:posOffset>
          </wp:positionV>
          <wp:extent cx="659219" cy="230411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54B43" w14:textId="77777777" w:rsidR="001C6E2B" w:rsidRDefault="001C6E2B" w:rsidP="00425BFD">
      <w:r>
        <w:separator/>
      </w:r>
    </w:p>
  </w:footnote>
  <w:footnote w:type="continuationSeparator" w:id="0">
    <w:p w14:paraId="4B40FF7D" w14:textId="77777777" w:rsidR="001C6E2B" w:rsidRDefault="001C6E2B" w:rsidP="00425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80A13" w14:textId="49072759" w:rsidR="008F5F10" w:rsidRDefault="00BB1703">
    <w:pPr>
      <w:pStyle w:val="Header"/>
    </w:pPr>
    <w:r w:rsidRPr="00BB1703">
      <w:rPr>
        <w:noProof/>
      </w:rPr>
      <w:drawing>
        <wp:anchor distT="0" distB="0" distL="114300" distR="114300" simplePos="0" relativeHeight="251661312" behindDoc="0" locked="0" layoutInCell="1" allowOverlap="1" wp14:anchorId="255F58FB" wp14:editId="7E92FACD">
          <wp:simplePos x="0" y="0"/>
          <wp:positionH relativeFrom="column">
            <wp:posOffset>0</wp:posOffset>
          </wp:positionH>
          <wp:positionV relativeFrom="paragraph">
            <wp:posOffset>-27940</wp:posOffset>
          </wp:positionV>
          <wp:extent cx="1503680" cy="496570"/>
          <wp:effectExtent l="0" t="0" r="0" b="0"/>
          <wp:wrapNone/>
          <wp:docPr id="4" name="Picture 4" descr="Image showing the ChemBAM logo for the website www.chembam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mage showing the ChemBAM logo for the website www.chembam.com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1703">
      <w:rPr>
        <w:noProof/>
      </w:rPr>
      <w:drawing>
        <wp:anchor distT="0" distB="0" distL="114300" distR="114300" simplePos="0" relativeHeight="251662336" behindDoc="0" locked="0" layoutInCell="1" allowOverlap="1" wp14:anchorId="584F4AFF" wp14:editId="1392B769">
          <wp:simplePos x="0" y="0"/>
          <wp:positionH relativeFrom="column">
            <wp:posOffset>4999990</wp:posOffset>
          </wp:positionH>
          <wp:positionV relativeFrom="paragraph">
            <wp:posOffset>-229235</wp:posOffset>
          </wp:positionV>
          <wp:extent cx="1189355" cy="696595"/>
          <wp:effectExtent l="0" t="0" r="0" b="8255"/>
          <wp:wrapNone/>
          <wp:docPr id="26" name="Picture 25" descr="Image showing the ChemBA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5" descr="Image showing the ChemBAM logo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6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50548"/>
    <w:multiLevelType w:val="hybridMultilevel"/>
    <w:tmpl w:val="BA38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41423"/>
    <w:multiLevelType w:val="hybridMultilevel"/>
    <w:tmpl w:val="75A82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43123"/>
    <w:multiLevelType w:val="hybridMultilevel"/>
    <w:tmpl w:val="6BFC4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006A5"/>
    <w:multiLevelType w:val="hybridMultilevel"/>
    <w:tmpl w:val="20B4EC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24012"/>
    <w:multiLevelType w:val="hybridMultilevel"/>
    <w:tmpl w:val="5F04B5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2DA7051"/>
    <w:multiLevelType w:val="hybridMultilevel"/>
    <w:tmpl w:val="633C7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525A8"/>
    <w:multiLevelType w:val="multilevel"/>
    <w:tmpl w:val="9EAA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0D0502"/>
    <w:multiLevelType w:val="hybridMultilevel"/>
    <w:tmpl w:val="9F52A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6D500C"/>
    <w:multiLevelType w:val="hybridMultilevel"/>
    <w:tmpl w:val="B6B6E9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E544A"/>
    <w:multiLevelType w:val="hybridMultilevel"/>
    <w:tmpl w:val="A7142432"/>
    <w:lvl w:ilvl="0" w:tplc="106C7F5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8C27F1"/>
    <w:multiLevelType w:val="hybridMultilevel"/>
    <w:tmpl w:val="0E60D2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D5E26"/>
    <w:multiLevelType w:val="multilevel"/>
    <w:tmpl w:val="25A0E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FA0E55"/>
    <w:multiLevelType w:val="multilevel"/>
    <w:tmpl w:val="E5E05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8141ED"/>
    <w:multiLevelType w:val="hybridMultilevel"/>
    <w:tmpl w:val="C7967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385AB9"/>
    <w:multiLevelType w:val="hybridMultilevel"/>
    <w:tmpl w:val="6B761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C83970"/>
    <w:multiLevelType w:val="hybridMultilevel"/>
    <w:tmpl w:val="89864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3F6D22"/>
    <w:multiLevelType w:val="hybridMultilevel"/>
    <w:tmpl w:val="03844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B5C9E"/>
    <w:multiLevelType w:val="hybridMultilevel"/>
    <w:tmpl w:val="CE984C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C506F"/>
    <w:multiLevelType w:val="hybridMultilevel"/>
    <w:tmpl w:val="F5E2A796"/>
    <w:lvl w:ilvl="0" w:tplc="7F5C8A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A05C3"/>
    <w:multiLevelType w:val="hybridMultilevel"/>
    <w:tmpl w:val="73B69E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111DF"/>
    <w:multiLevelType w:val="hybridMultilevel"/>
    <w:tmpl w:val="824ADE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B2EDB"/>
    <w:multiLevelType w:val="hybridMultilevel"/>
    <w:tmpl w:val="71D45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8129A"/>
    <w:multiLevelType w:val="hybridMultilevel"/>
    <w:tmpl w:val="30D82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7877F3"/>
    <w:multiLevelType w:val="hybridMultilevel"/>
    <w:tmpl w:val="D4A08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71781"/>
    <w:multiLevelType w:val="multilevel"/>
    <w:tmpl w:val="ACCA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F92F35"/>
    <w:multiLevelType w:val="hybridMultilevel"/>
    <w:tmpl w:val="8B60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9D27DF"/>
    <w:multiLevelType w:val="multilevel"/>
    <w:tmpl w:val="AD90F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E0390C"/>
    <w:multiLevelType w:val="hybridMultilevel"/>
    <w:tmpl w:val="A1BC3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C006D"/>
    <w:multiLevelType w:val="hybridMultilevel"/>
    <w:tmpl w:val="F4424C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0"/>
  </w:num>
  <w:num w:numId="3">
    <w:abstractNumId w:val="3"/>
  </w:num>
  <w:num w:numId="4">
    <w:abstractNumId w:val="24"/>
  </w:num>
  <w:num w:numId="5">
    <w:abstractNumId w:val="27"/>
  </w:num>
  <w:num w:numId="6">
    <w:abstractNumId w:val="31"/>
  </w:num>
  <w:num w:numId="7">
    <w:abstractNumId w:val="1"/>
  </w:num>
  <w:num w:numId="8">
    <w:abstractNumId w:val="13"/>
  </w:num>
  <w:num w:numId="9">
    <w:abstractNumId w:val="15"/>
  </w:num>
  <w:num w:numId="10">
    <w:abstractNumId w:val="6"/>
  </w:num>
  <w:num w:numId="11">
    <w:abstractNumId w:val="36"/>
  </w:num>
  <w:num w:numId="12">
    <w:abstractNumId w:val="21"/>
  </w:num>
  <w:num w:numId="13">
    <w:abstractNumId w:val="16"/>
  </w:num>
  <w:num w:numId="14">
    <w:abstractNumId w:val="11"/>
  </w:num>
  <w:num w:numId="15">
    <w:abstractNumId w:val="32"/>
  </w:num>
  <w:num w:numId="16">
    <w:abstractNumId w:val="19"/>
  </w:num>
  <w:num w:numId="17">
    <w:abstractNumId w:val="34"/>
  </w:num>
  <w:num w:numId="18">
    <w:abstractNumId w:val="29"/>
  </w:num>
  <w:num w:numId="19">
    <w:abstractNumId w:val="33"/>
  </w:num>
  <w:num w:numId="20">
    <w:abstractNumId w:val="7"/>
  </w:num>
  <w:num w:numId="21">
    <w:abstractNumId w:val="8"/>
  </w:num>
  <w:num w:numId="22">
    <w:abstractNumId w:val="12"/>
  </w:num>
  <w:num w:numId="23">
    <w:abstractNumId w:val="35"/>
  </w:num>
  <w:num w:numId="24">
    <w:abstractNumId w:val="10"/>
  </w:num>
  <w:num w:numId="25">
    <w:abstractNumId w:val="2"/>
  </w:num>
  <w:num w:numId="26">
    <w:abstractNumId w:val="18"/>
  </w:num>
  <w:num w:numId="27">
    <w:abstractNumId w:val="22"/>
  </w:num>
  <w:num w:numId="28">
    <w:abstractNumId w:val="17"/>
  </w:num>
  <w:num w:numId="29">
    <w:abstractNumId w:val="23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4"/>
  </w:num>
  <w:num w:numId="33">
    <w:abstractNumId w:val="30"/>
  </w:num>
  <w:num w:numId="34">
    <w:abstractNumId w:val="20"/>
  </w:num>
  <w:num w:numId="35">
    <w:abstractNumId w:val="4"/>
  </w:num>
  <w:num w:numId="36">
    <w:abstractNumId w:val="26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16B"/>
    <w:rsid w:val="00032A54"/>
    <w:rsid w:val="0004516B"/>
    <w:rsid w:val="0007414A"/>
    <w:rsid w:val="000827ED"/>
    <w:rsid w:val="000A4B60"/>
    <w:rsid w:val="000E1287"/>
    <w:rsid w:val="000E42C9"/>
    <w:rsid w:val="00104F4F"/>
    <w:rsid w:val="00106A68"/>
    <w:rsid w:val="001228F0"/>
    <w:rsid w:val="00126552"/>
    <w:rsid w:val="001406F5"/>
    <w:rsid w:val="00185EF3"/>
    <w:rsid w:val="001C4B51"/>
    <w:rsid w:val="001C6E2B"/>
    <w:rsid w:val="001D54A0"/>
    <w:rsid w:val="001E74A9"/>
    <w:rsid w:val="00204332"/>
    <w:rsid w:val="00233E72"/>
    <w:rsid w:val="00244ADA"/>
    <w:rsid w:val="00284B07"/>
    <w:rsid w:val="002B3326"/>
    <w:rsid w:val="00306AB2"/>
    <w:rsid w:val="00316FA6"/>
    <w:rsid w:val="00324C76"/>
    <w:rsid w:val="0036205B"/>
    <w:rsid w:val="003A606E"/>
    <w:rsid w:val="003B7EFD"/>
    <w:rsid w:val="003F01D6"/>
    <w:rsid w:val="00425BFD"/>
    <w:rsid w:val="0042732C"/>
    <w:rsid w:val="00480B00"/>
    <w:rsid w:val="00493D65"/>
    <w:rsid w:val="004D4E75"/>
    <w:rsid w:val="004E22D0"/>
    <w:rsid w:val="0057144B"/>
    <w:rsid w:val="005738EC"/>
    <w:rsid w:val="005962F4"/>
    <w:rsid w:val="005A4728"/>
    <w:rsid w:val="005C27A8"/>
    <w:rsid w:val="005C5A32"/>
    <w:rsid w:val="005E0BBB"/>
    <w:rsid w:val="005E1700"/>
    <w:rsid w:val="0063742E"/>
    <w:rsid w:val="00641F9A"/>
    <w:rsid w:val="006602BB"/>
    <w:rsid w:val="00665C38"/>
    <w:rsid w:val="00672672"/>
    <w:rsid w:val="006B3F52"/>
    <w:rsid w:val="006C380F"/>
    <w:rsid w:val="006D1409"/>
    <w:rsid w:val="00723AC1"/>
    <w:rsid w:val="0075236A"/>
    <w:rsid w:val="00781DA1"/>
    <w:rsid w:val="00790348"/>
    <w:rsid w:val="0079733F"/>
    <w:rsid w:val="007A0C9D"/>
    <w:rsid w:val="007C4174"/>
    <w:rsid w:val="007D436F"/>
    <w:rsid w:val="007F5217"/>
    <w:rsid w:val="00824BC4"/>
    <w:rsid w:val="00847336"/>
    <w:rsid w:val="00877EC6"/>
    <w:rsid w:val="00886317"/>
    <w:rsid w:val="008E64D9"/>
    <w:rsid w:val="008F12CD"/>
    <w:rsid w:val="008F5F10"/>
    <w:rsid w:val="00913513"/>
    <w:rsid w:val="009362E6"/>
    <w:rsid w:val="0095698C"/>
    <w:rsid w:val="00973FBC"/>
    <w:rsid w:val="00982F2F"/>
    <w:rsid w:val="0099101D"/>
    <w:rsid w:val="009E618A"/>
    <w:rsid w:val="00A51755"/>
    <w:rsid w:val="00A835B5"/>
    <w:rsid w:val="00A92411"/>
    <w:rsid w:val="00AC4318"/>
    <w:rsid w:val="00AD6C37"/>
    <w:rsid w:val="00AF2BEC"/>
    <w:rsid w:val="00AF4417"/>
    <w:rsid w:val="00AF5FFB"/>
    <w:rsid w:val="00B01A22"/>
    <w:rsid w:val="00B355DD"/>
    <w:rsid w:val="00B54E9B"/>
    <w:rsid w:val="00B6426B"/>
    <w:rsid w:val="00B670AF"/>
    <w:rsid w:val="00B74DA0"/>
    <w:rsid w:val="00B90CD3"/>
    <w:rsid w:val="00BB1703"/>
    <w:rsid w:val="00BB3DF5"/>
    <w:rsid w:val="00BB7B4B"/>
    <w:rsid w:val="00C1248B"/>
    <w:rsid w:val="00C30470"/>
    <w:rsid w:val="00C4192F"/>
    <w:rsid w:val="00C5686A"/>
    <w:rsid w:val="00C64C13"/>
    <w:rsid w:val="00C71BC0"/>
    <w:rsid w:val="00C8383E"/>
    <w:rsid w:val="00C94EEA"/>
    <w:rsid w:val="00CA227F"/>
    <w:rsid w:val="00CC03BA"/>
    <w:rsid w:val="00D32939"/>
    <w:rsid w:val="00D552F8"/>
    <w:rsid w:val="00D65AF5"/>
    <w:rsid w:val="00DC2E89"/>
    <w:rsid w:val="00E0470E"/>
    <w:rsid w:val="00E20C1F"/>
    <w:rsid w:val="00E715AA"/>
    <w:rsid w:val="00E770FD"/>
    <w:rsid w:val="00EB497D"/>
    <w:rsid w:val="00F64C42"/>
    <w:rsid w:val="00F71150"/>
    <w:rsid w:val="00F71854"/>
    <w:rsid w:val="00F7629C"/>
    <w:rsid w:val="00F95903"/>
    <w:rsid w:val="00FA3D34"/>
    <w:rsid w:val="00FD07E5"/>
    <w:rsid w:val="00FD6578"/>
    <w:rsid w:val="00FE1C92"/>
    <w:rsid w:val="00FF7804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E4F496"/>
  <w15:docId w15:val="{2699D34A-991F-CD4A-BB49-F33D2978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C38"/>
    <w:pPr>
      <w:spacing w:after="0" w:line="240" w:lineRule="auto"/>
    </w:pPr>
    <w:rPr>
      <w:rFonts w:ascii="Cambria" w:eastAsia="Times New Roman" w:hAnsi="Cambria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70E"/>
    <w:pPr>
      <w:keepNext/>
      <w:keepLines/>
      <w:spacing w:before="240"/>
      <w:outlineLvl w:val="0"/>
    </w:pPr>
    <w:rPr>
      <w:rFonts w:ascii="Arial" w:eastAsiaTheme="majorEastAsia" w:hAnsi="Arial" w:cs="Arial"/>
      <w:b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70E"/>
    <w:pPr>
      <w:keepNext/>
      <w:keepLines/>
      <w:spacing w:before="40"/>
      <w:outlineLvl w:val="1"/>
    </w:pPr>
    <w:rPr>
      <w:rFonts w:ascii="Arial" w:eastAsiaTheme="majorEastAsia" w:hAnsi="Arial" w:cs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5C38"/>
    <w:pPr>
      <w:keepNext/>
      <w:keepLines/>
      <w:spacing w:before="40"/>
      <w:outlineLvl w:val="2"/>
    </w:pPr>
    <w:rPr>
      <w:rFonts w:eastAsiaTheme="majorEastAsia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paragraph" w:styleId="NormalWeb">
    <w:name w:val="Normal (Web)"/>
    <w:basedOn w:val="Normal"/>
    <w:uiPriority w:val="99"/>
    <w:unhideWhenUsed/>
    <w:rsid w:val="00324C76"/>
    <w:pPr>
      <w:spacing w:before="100" w:beforeAutospacing="1" w:after="100" w:afterAutospacing="1"/>
    </w:pPr>
    <w:rPr>
      <w:lang w:eastAsia="en-GB"/>
    </w:rPr>
  </w:style>
  <w:style w:type="character" w:styleId="Strong">
    <w:name w:val="Strong"/>
    <w:basedOn w:val="DefaultParagraphFont"/>
    <w:uiPriority w:val="22"/>
    <w:qFormat/>
    <w:rsid w:val="00324C76"/>
    <w:rPr>
      <w:b/>
      <w:bCs/>
    </w:rPr>
  </w:style>
  <w:style w:type="character" w:styleId="Emphasis">
    <w:name w:val="Emphasis"/>
    <w:basedOn w:val="DefaultParagraphFont"/>
    <w:uiPriority w:val="20"/>
    <w:qFormat/>
    <w:rsid w:val="00C8383E"/>
    <w:rPr>
      <w:i/>
      <w:iCs/>
    </w:rPr>
  </w:style>
  <w:style w:type="table" w:styleId="TableGrid">
    <w:name w:val="Table Grid"/>
    <w:basedOn w:val="TableNormal"/>
    <w:uiPriority w:val="59"/>
    <w:rsid w:val="00824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B3DF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3D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0470E"/>
    <w:rPr>
      <w:rFonts w:ascii="Arial" w:eastAsiaTheme="majorEastAsia" w:hAnsi="Arial" w:cs="Arial"/>
      <w:b/>
      <w:sz w:val="28"/>
      <w:szCs w:val="28"/>
    </w:rPr>
  </w:style>
  <w:style w:type="character" w:customStyle="1" w:styleId="a-size-large">
    <w:name w:val="a-size-large"/>
    <w:basedOn w:val="DefaultParagraphFont"/>
    <w:rsid w:val="00665C38"/>
  </w:style>
  <w:style w:type="character" w:styleId="UnresolvedMention">
    <w:name w:val="Unresolved Mention"/>
    <w:basedOn w:val="DefaultParagraphFont"/>
    <w:uiPriority w:val="99"/>
    <w:semiHidden/>
    <w:unhideWhenUsed/>
    <w:rsid w:val="00665C38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E0470E"/>
    <w:rPr>
      <w:rFonts w:ascii="Arial" w:eastAsiaTheme="majorEastAsia" w:hAnsi="Arial" w:cs="Arial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65C38"/>
    <w:rPr>
      <w:rFonts w:ascii="Cambria" w:eastAsiaTheme="majorEastAsia" w:hAnsi="Cambria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NicolaJRogersSimpson\ChemBam_ZS2017\Documents_for_experiments\pdf_StudentExperiment\experimentStud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78C2F-26E8-4ADA-A774-969E0C51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experimentStudent_TEMPLATE</Template>
  <TotalTime>22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Zoe Schnepp (Chemistry)</cp:lastModifiedBy>
  <cp:revision>11</cp:revision>
  <cp:lastPrinted>2017-02-28T13:58:00Z</cp:lastPrinted>
  <dcterms:created xsi:type="dcterms:W3CDTF">2021-04-09T19:09:00Z</dcterms:created>
  <dcterms:modified xsi:type="dcterms:W3CDTF">2021-04-15T12:36:00Z</dcterms:modified>
</cp:coreProperties>
</file>